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964D7D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Hot </w:t>
      </w:r>
      <w:r w:rsidR="0069787B">
        <w:rPr>
          <w:b/>
          <w:sz w:val="44"/>
          <w:szCs w:val="44"/>
        </w:rPr>
        <w:t>iron</w:t>
      </w:r>
    </w:p>
    <w:p w:rsidR="00201AC2" w:rsidRDefault="00201AC2" w:rsidP="00201AC2">
      <w:pPr>
        <w:spacing w:after="180"/>
      </w:pPr>
    </w:p>
    <w:p w:rsidR="00964D7D" w:rsidRPr="00964D7D" w:rsidRDefault="00C77F88" w:rsidP="007C5518">
      <w:pPr>
        <w:spacing w:after="120" w:line="276" w:lineRule="auto"/>
        <w:ind w:right="5908"/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1921221</wp:posOffset>
            </wp:positionH>
            <wp:positionV relativeFrom="paragraph">
              <wp:posOffset>16510</wp:posOffset>
            </wp:positionV>
            <wp:extent cx="3625387" cy="208597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387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D7D" w:rsidRPr="00964D7D">
        <w:rPr>
          <w:lang w:val="en-US"/>
        </w:rPr>
        <w:t xml:space="preserve">Touching </w:t>
      </w:r>
      <w:r w:rsidR="0069787B">
        <w:rPr>
          <w:lang w:val="en-US"/>
        </w:rPr>
        <w:t>a</w:t>
      </w:r>
      <w:r w:rsidR="007C5518">
        <w:rPr>
          <w:lang w:val="en-US"/>
        </w:rPr>
        <w:t>n</w:t>
      </w:r>
      <w:r w:rsidR="00964D7D" w:rsidRPr="00964D7D">
        <w:rPr>
          <w:lang w:val="en-US"/>
        </w:rPr>
        <w:t xml:space="preserve"> </w:t>
      </w:r>
      <w:r w:rsidR="0069787B">
        <w:rPr>
          <w:lang w:val="en-US"/>
        </w:rPr>
        <w:t>iron</w:t>
      </w:r>
      <w:r w:rsidR="00964D7D" w:rsidRPr="00964D7D">
        <w:rPr>
          <w:lang w:val="en-US"/>
        </w:rPr>
        <w:t xml:space="preserve"> </w:t>
      </w:r>
      <w:r w:rsidR="007C5518">
        <w:rPr>
          <w:lang w:val="en-US"/>
        </w:rPr>
        <w:t xml:space="preserve">in the wrong place </w:t>
      </w:r>
      <w:r w:rsidR="00964D7D" w:rsidRPr="00964D7D">
        <w:rPr>
          <w:lang w:val="en-US"/>
        </w:rPr>
        <w:t>can burn.</w:t>
      </w:r>
    </w:p>
    <w:p w:rsidR="00964D7D" w:rsidRPr="00964D7D" w:rsidRDefault="00964D7D" w:rsidP="00C77F88">
      <w:pPr>
        <w:spacing w:after="240" w:line="276" w:lineRule="auto"/>
        <w:ind w:right="5908"/>
      </w:pPr>
      <w:r w:rsidRPr="00964D7D">
        <w:rPr>
          <w:lang w:val="en-US"/>
        </w:rPr>
        <w:t xml:space="preserve">The hot metal </w:t>
      </w:r>
      <w:r w:rsidR="00C77F88">
        <w:rPr>
          <w:lang w:val="en-US"/>
        </w:rPr>
        <w:t xml:space="preserve">on it </w:t>
      </w:r>
      <w:r w:rsidRPr="00964D7D">
        <w:rPr>
          <w:lang w:val="en-US"/>
        </w:rPr>
        <w:t>can damage the cells in your skin.</w:t>
      </w:r>
    </w:p>
    <w:p w:rsidR="00201AC2" w:rsidRDefault="00201AC2" w:rsidP="00C77F88">
      <w:pPr>
        <w:spacing w:after="240"/>
        <w:jc w:val="center"/>
        <w:rPr>
          <w:szCs w:val="18"/>
        </w:rPr>
      </w:pPr>
    </w:p>
    <w:p w:rsidR="00C77F88" w:rsidRDefault="00C77F88" w:rsidP="0069787B">
      <w:pPr>
        <w:spacing w:before="360" w:after="120"/>
        <w:ind w:left="425" w:hanging="425"/>
        <w:rPr>
          <w:b/>
          <w:sz w:val="28"/>
          <w:szCs w:val="18"/>
          <w:lang w:val="en-US"/>
        </w:rPr>
      </w:pPr>
    </w:p>
    <w:p w:rsidR="00C77F88" w:rsidRDefault="00C77F88" w:rsidP="0069787B">
      <w:pPr>
        <w:spacing w:before="360" w:after="120"/>
        <w:ind w:left="425" w:hanging="425"/>
        <w:rPr>
          <w:b/>
          <w:sz w:val="28"/>
          <w:szCs w:val="18"/>
          <w:lang w:val="en-US"/>
        </w:rPr>
      </w:pPr>
    </w:p>
    <w:p w:rsidR="0069787B" w:rsidRPr="00964D7D" w:rsidRDefault="0069787B" w:rsidP="007C5518">
      <w:pPr>
        <w:spacing w:before="360" w:after="120"/>
        <w:ind w:left="425" w:hanging="425"/>
        <w:rPr>
          <w:sz w:val="28"/>
        </w:rPr>
      </w:pPr>
      <w:r>
        <w:rPr>
          <w:b/>
          <w:sz w:val="28"/>
          <w:szCs w:val="18"/>
          <w:lang w:val="en-US"/>
        </w:rPr>
        <w:t>a</w:t>
      </w:r>
      <w:r w:rsidRPr="00964D7D">
        <w:rPr>
          <w:b/>
          <w:sz w:val="28"/>
          <w:szCs w:val="18"/>
          <w:lang w:val="en-US"/>
        </w:rPr>
        <w:t>.</w:t>
      </w:r>
      <w:r w:rsidR="00311710">
        <w:rPr>
          <w:sz w:val="28"/>
          <w:szCs w:val="18"/>
          <w:lang w:val="en-US"/>
        </w:rPr>
        <w:t xml:space="preserve"> </w:t>
      </w:r>
      <w:r w:rsidRPr="00964D7D">
        <w:rPr>
          <w:sz w:val="28"/>
          <w:szCs w:val="18"/>
          <w:lang w:val="en-US"/>
        </w:rPr>
        <w:tab/>
      </w:r>
      <w:r w:rsidR="00C77F88" w:rsidRPr="00C77F88">
        <w:rPr>
          <w:sz w:val="28"/>
          <w:lang w:val="en-US"/>
        </w:rPr>
        <w:t>If you touched the hot metal on an iron, what length of time would damage your skin the most?</w:t>
      </w:r>
    </w:p>
    <w:p w:rsidR="0069787B" w:rsidRPr="00964D7D" w:rsidRDefault="0069787B" w:rsidP="00311710">
      <w:pPr>
        <w:spacing w:after="240"/>
        <w:ind w:left="425"/>
        <w:rPr>
          <w:i/>
          <w:szCs w:val="18"/>
        </w:rPr>
      </w:pPr>
      <w:r w:rsidRPr="00964D7D">
        <w:rPr>
          <w:i/>
        </w:rPr>
        <w:t>Put a tick (</w:t>
      </w:r>
      <w:r w:rsidRPr="00964D7D">
        <w:rPr>
          <w:i/>
        </w:rPr>
        <w:sym w:font="Wingdings" w:char="F0FC"/>
      </w:r>
      <w:r w:rsidRPr="00964D7D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69787B" w:rsidRPr="00AE07E9" w:rsidTr="009915F3">
        <w:trPr>
          <w:cantSplit/>
          <w:trHeight w:hRule="exact" w:val="567"/>
        </w:trPr>
        <w:tc>
          <w:tcPr>
            <w:tcW w:w="567" w:type="dxa"/>
            <w:vAlign w:val="center"/>
          </w:tcPr>
          <w:p w:rsidR="0069787B" w:rsidRPr="00964D7D" w:rsidRDefault="0069787B" w:rsidP="009915F3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9787B" w:rsidRPr="00964D7D" w:rsidRDefault="00C77F88" w:rsidP="009915F3">
            <w:pPr>
              <w:tabs>
                <w:tab w:val="right" w:leader="dot" w:pos="8680"/>
              </w:tabs>
            </w:pPr>
            <w:r>
              <w:t>1 second</w:t>
            </w:r>
            <w:r w:rsidR="0069787B" w:rsidRPr="00964D7D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7B" w:rsidRPr="00AE07E9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9787B" w:rsidRPr="00AE07E9" w:rsidTr="009915F3">
        <w:trPr>
          <w:cantSplit/>
          <w:trHeight w:hRule="exact" w:val="170"/>
        </w:trPr>
        <w:tc>
          <w:tcPr>
            <w:tcW w:w="567" w:type="dxa"/>
            <w:vAlign w:val="center"/>
          </w:tcPr>
          <w:p w:rsidR="0069787B" w:rsidRPr="00964D7D" w:rsidRDefault="0069787B" w:rsidP="009915F3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69787B" w:rsidRPr="00964D7D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9787B" w:rsidRPr="00AE07E9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9787B" w:rsidRPr="00AE07E9" w:rsidTr="009915F3">
        <w:trPr>
          <w:cantSplit/>
          <w:trHeight w:hRule="exact" w:val="567"/>
        </w:trPr>
        <w:tc>
          <w:tcPr>
            <w:tcW w:w="567" w:type="dxa"/>
            <w:vAlign w:val="center"/>
          </w:tcPr>
          <w:p w:rsidR="0069787B" w:rsidRPr="00964D7D" w:rsidRDefault="0069787B" w:rsidP="009915F3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9787B" w:rsidRPr="00964D7D" w:rsidRDefault="00C77F88" w:rsidP="009915F3">
            <w:pPr>
              <w:tabs>
                <w:tab w:val="right" w:leader="dot" w:pos="8680"/>
              </w:tabs>
            </w:pPr>
            <w:r>
              <w:t>2 seconds</w:t>
            </w:r>
            <w:r w:rsidR="0069787B" w:rsidRPr="00964D7D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7B" w:rsidRPr="00AE07E9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9787B" w:rsidRPr="00AE07E9" w:rsidTr="009915F3">
        <w:trPr>
          <w:cantSplit/>
          <w:trHeight w:hRule="exact" w:val="170"/>
        </w:trPr>
        <w:tc>
          <w:tcPr>
            <w:tcW w:w="567" w:type="dxa"/>
            <w:vAlign w:val="center"/>
          </w:tcPr>
          <w:p w:rsidR="0069787B" w:rsidRPr="00964D7D" w:rsidRDefault="0069787B" w:rsidP="009915F3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69787B" w:rsidRPr="00964D7D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9787B" w:rsidRPr="00AE07E9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9787B" w:rsidRPr="00AE07E9" w:rsidTr="009915F3">
        <w:trPr>
          <w:cantSplit/>
          <w:trHeight w:hRule="exact" w:val="567"/>
        </w:trPr>
        <w:tc>
          <w:tcPr>
            <w:tcW w:w="567" w:type="dxa"/>
            <w:vAlign w:val="center"/>
          </w:tcPr>
          <w:p w:rsidR="0069787B" w:rsidRPr="00964D7D" w:rsidRDefault="0069787B" w:rsidP="009915F3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9787B" w:rsidRPr="00964D7D" w:rsidRDefault="00C77F88" w:rsidP="009915F3">
            <w:pPr>
              <w:tabs>
                <w:tab w:val="right" w:leader="dot" w:pos="8680"/>
              </w:tabs>
            </w:pPr>
            <w:r>
              <w:t>3 seconds</w:t>
            </w:r>
            <w:r w:rsidR="0069787B" w:rsidRPr="00964D7D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7B" w:rsidRPr="00AE07E9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9787B" w:rsidRPr="00AE07E9" w:rsidTr="009915F3">
        <w:trPr>
          <w:cantSplit/>
          <w:trHeight w:hRule="exact" w:val="170"/>
        </w:trPr>
        <w:tc>
          <w:tcPr>
            <w:tcW w:w="567" w:type="dxa"/>
            <w:vAlign w:val="center"/>
          </w:tcPr>
          <w:p w:rsidR="0069787B" w:rsidRPr="00964D7D" w:rsidRDefault="0069787B" w:rsidP="009915F3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69787B" w:rsidRPr="00964D7D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9787B" w:rsidRPr="00AE07E9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69787B" w:rsidRPr="00AE07E9" w:rsidTr="009915F3">
        <w:trPr>
          <w:cantSplit/>
          <w:trHeight w:hRule="exact" w:val="567"/>
        </w:trPr>
        <w:tc>
          <w:tcPr>
            <w:tcW w:w="567" w:type="dxa"/>
            <w:vAlign w:val="center"/>
          </w:tcPr>
          <w:p w:rsidR="0069787B" w:rsidRPr="00964D7D" w:rsidRDefault="0069787B" w:rsidP="009915F3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69787B" w:rsidRPr="00964D7D" w:rsidRDefault="00C77F88" w:rsidP="009915F3">
            <w:pPr>
              <w:tabs>
                <w:tab w:val="right" w:leader="dot" w:pos="8680"/>
              </w:tabs>
            </w:pPr>
            <w:r w:rsidRPr="00C77F88">
              <w:t>The same damage for 1, 2 or 3 seconds.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7B" w:rsidRPr="00AE07E9" w:rsidRDefault="0069787B" w:rsidP="009915F3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964D7D" w:rsidRPr="00964D7D" w:rsidRDefault="00964D7D" w:rsidP="00C77F88">
      <w:pPr>
        <w:spacing w:before="360" w:after="120"/>
        <w:ind w:left="425" w:hanging="425"/>
        <w:rPr>
          <w:sz w:val="28"/>
        </w:rPr>
      </w:pPr>
      <w:r w:rsidRPr="00964D7D">
        <w:rPr>
          <w:b/>
          <w:sz w:val="28"/>
          <w:szCs w:val="18"/>
          <w:lang w:val="en-US"/>
        </w:rPr>
        <w:t>b</w:t>
      </w:r>
      <w:r w:rsidR="00535269" w:rsidRPr="00964D7D">
        <w:rPr>
          <w:b/>
          <w:sz w:val="28"/>
          <w:szCs w:val="18"/>
          <w:lang w:val="en-US"/>
        </w:rPr>
        <w:t>.</w:t>
      </w:r>
      <w:r w:rsidR="00311710">
        <w:rPr>
          <w:sz w:val="28"/>
          <w:szCs w:val="18"/>
          <w:lang w:val="en-US"/>
        </w:rPr>
        <w:t xml:space="preserve"> </w:t>
      </w:r>
      <w:r w:rsidRPr="00964D7D">
        <w:rPr>
          <w:sz w:val="28"/>
          <w:szCs w:val="18"/>
          <w:lang w:val="en-US"/>
        </w:rPr>
        <w:tab/>
      </w:r>
      <w:r w:rsidRPr="00964D7D">
        <w:rPr>
          <w:sz w:val="28"/>
          <w:lang w:val="en-US"/>
        </w:rPr>
        <w:t>What is the best reason for your last answer?</w:t>
      </w:r>
    </w:p>
    <w:p w:rsidR="00535269" w:rsidRPr="00964D7D" w:rsidRDefault="00535269" w:rsidP="00311710">
      <w:pPr>
        <w:spacing w:after="240"/>
        <w:ind w:left="425"/>
        <w:rPr>
          <w:i/>
          <w:szCs w:val="18"/>
        </w:rPr>
      </w:pPr>
      <w:r w:rsidRPr="00964D7D">
        <w:rPr>
          <w:i/>
        </w:rPr>
        <w:t>Put a tick (</w:t>
      </w:r>
      <w:r w:rsidRPr="00964D7D">
        <w:rPr>
          <w:i/>
        </w:rPr>
        <w:sym w:font="Wingdings" w:char="F0FC"/>
      </w:r>
      <w:r w:rsidRPr="00964D7D">
        <w:rPr>
          <w:i/>
        </w:rPr>
        <w:t>) in the box next to the best answer.</w:t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964D7D" w:rsidRDefault="000F498A" w:rsidP="000F498A">
            <w:pPr>
              <w:tabs>
                <w:tab w:val="right" w:leader="dot" w:pos="8680"/>
              </w:tabs>
            </w:pPr>
            <w:r w:rsidRPr="00964D7D">
              <w:t xml:space="preserve">More </w:t>
            </w:r>
            <w:r>
              <w:t>energy</w:t>
            </w:r>
            <w:r w:rsidRPr="00964D7D">
              <w:t xml:space="preserve"> flows from the </w:t>
            </w:r>
            <w:r>
              <w:t>metal</w:t>
            </w:r>
            <w:r w:rsidR="00964D7D" w:rsidRPr="00964D7D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535269" w:rsidRPr="00964D7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964D7D" w:rsidRDefault="000F498A" w:rsidP="000F498A">
            <w:pPr>
              <w:tabs>
                <w:tab w:val="right" w:leader="dot" w:pos="8680"/>
              </w:tabs>
            </w:pPr>
            <w:r w:rsidRPr="00964D7D">
              <w:t xml:space="preserve">More </w:t>
            </w:r>
            <w:r>
              <w:t>heat particles flow</w:t>
            </w:r>
            <w:r w:rsidRPr="00964D7D">
              <w:t xml:space="preserve"> from the </w:t>
            </w:r>
            <w:r>
              <w:t>metal</w:t>
            </w:r>
            <w:r w:rsidR="00964D7D" w:rsidRPr="00964D7D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964D7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964D7D" w:rsidRDefault="000F498A" w:rsidP="00677EDD">
            <w:pPr>
              <w:tabs>
                <w:tab w:val="right" w:leader="dot" w:pos="8680"/>
              </w:tabs>
            </w:pPr>
            <w:r>
              <w:t>Particles in the metal are vibrating against the skin for longer</w:t>
            </w:r>
            <w:r w:rsidR="00964D7D" w:rsidRPr="00964D7D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535269" w:rsidRPr="00964D7D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535269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535269" w:rsidRPr="00964D7D" w:rsidRDefault="00535269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964D7D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535269" w:rsidRPr="00964D7D" w:rsidRDefault="000F498A" w:rsidP="000F498A">
            <w:pPr>
              <w:tabs>
                <w:tab w:val="right" w:leader="dot" w:pos="8680"/>
              </w:tabs>
            </w:pPr>
            <w:r>
              <w:t>Particles in the metal</w:t>
            </w:r>
            <w:r w:rsidR="00964D7D" w:rsidRPr="00964D7D">
              <w:t xml:space="preserve"> are vibrating </w:t>
            </w:r>
            <w:r>
              <w:t>the same each time.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269" w:rsidRPr="00AE07E9" w:rsidRDefault="00535269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6B6289">
        <w:rPr>
          <w:i/>
          <w:sz w:val="18"/>
          <w:szCs w:val="18"/>
        </w:rPr>
        <w:t>MA</w:t>
      </w:r>
      <w:r w:rsidR="0007651D">
        <w:rPr>
          <w:i/>
          <w:sz w:val="18"/>
          <w:szCs w:val="18"/>
        </w:rPr>
        <w:t xml:space="preserve">: </w:t>
      </w:r>
      <w:r w:rsidR="006B6289">
        <w:rPr>
          <w:i/>
          <w:sz w:val="18"/>
          <w:szCs w:val="18"/>
        </w:rPr>
        <w:t>Matter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6B6289">
        <w:rPr>
          <w:i/>
          <w:sz w:val="18"/>
          <w:szCs w:val="18"/>
        </w:rPr>
        <w:t>MA3</w:t>
      </w:r>
      <w:r w:rsidR="0007651D">
        <w:rPr>
          <w:i/>
          <w:sz w:val="18"/>
          <w:szCs w:val="18"/>
        </w:rPr>
        <w:t xml:space="preserve">: </w:t>
      </w:r>
      <w:r w:rsidR="006B6289">
        <w:rPr>
          <w:i/>
          <w:sz w:val="18"/>
          <w:szCs w:val="18"/>
        </w:rPr>
        <w:t>Energy of moving particles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6B6289">
        <w:rPr>
          <w:i/>
          <w:sz w:val="18"/>
          <w:szCs w:val="18"/>
        </w:rPr>
        <w:t>PMA3.1</w:t>
      </w:r>
      <w:r w:rsidR="006F3279" w:rsidRPr="00CA4B46">
        <w:rPr>
          <w:i/>
          <w:sz w:val="18"/>
          <w:szCs w:val="18"/>
        </w:rPr>
        <w:t xml:space="preserve">: </w:t>
      </w:r>
      <w:r w:rsidR="006B6289">
        <w:rPr>
          <w:i/>
          <w:sz w:val="18"/>
          <w:szCs w:val="18"/>
        </w:rPr>
        <w:t>Transfer of energy by conduction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6B6289" w:rsidP="000F498A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Hot </w:t>
            </w:r>
            <w:r w:rsidR="000F498A">
              <w:rPr>
                <w:b/>
                <w:sz w:val="40"/>
                <w:szCs w:val="40"/>
              </w:rPr>
              <w:t>iron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6B6289" w:rsidP="0007651D">
            <w:pPr>
              <w:spacing w:before="60" w:after="60"/>
            </w:pPr>
            <w:r w:rsidRPr="006B6289">
              <w:t>Energy is transferred through a solid away fro</w:t>
            </w:r>
            <w:r w:rsidR="00A16D11">
              <w:t>m regions of higher temperature</w:t>
            </w:r>
            <w:bookmarkStart w:id="0" w:name="_GoBack"/>
            <w:bookmarkEnd w:id="0"/>
            <w:r w:rsidRPr="006B6289">
              <w:t xml:space="preserve"> as its particles are caused to vibrate more vigorously.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6B6289" w:rsidP="0007651D">
            <w:pPr>
              <w:spacing w:before="60" w:after="60"/>
              <w:rPr>
                <w:b/>
              </w:rPr>
            </w:pPr>
            <w:r w:rsidRPr="006B6289">
              <w:t>Describe how the sensation of hotness is caused by vibrating particles.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71690F" w:rsidP="00535269">
            <w:pPr>
              <w:spacing w:before="60" w:after="60"/>
            </w:pPr>
            <w:r>
              <w:t>T</w:t>
            </w:r>
            <w:r w:rsidR="00535269" w:rsidRPr="00535269">
              <w:t>wo-tier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6B6289" w:rsidP="000505CA">
            <w:pPr>
              <w:spacing w:before="60" w:after="60"/>
            </w:pPr>
            <w:r>
              <w:t>Heat, energy, particle, vibrate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6B6289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 xml:space="preserve">that are usually taught at age </w:t>
            </w:r>
            <w:r w:rsidR="006B6289">
              <w:rPr>
                <w:sz w:val="20"/>
              </w:rPr>
              <w:t>11</w:t>
            </w:r>
            <w:r w:rsidR="004C5D20">
              <w:rPr>
                <w:sz w:val="20"/>
              </w:rPr>
              <w:t>-1</w:t>
            </w:r>
            <w:r w:rsidR="006B6289">
              <w:rPr>
                <w:sz w:val="20"/>
              </w:rPr>
              <w:t>4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8743C0" w:rsidRPr="0026030B" w:rsidRDefault="008743C0" w:rsidP="008743C0">
      <w:pPr>
        <w:spacing w:after="180"/>
      </w:pPr>
      <w:r>
        <w:t xml:space="preserve">The notion that heat and cold are material substances that can flow from one place to another seem to be both common and persistent </w:t>
      </w:r>
      <w:r>
        <w:fldChar w:fldCharType="begin">
          <w:fldData xml:space="preserve">PEVuZE5vdGU+PENpdGU+PEF1dGhvcj5FbmdlbCBDbG91Z2g8L0F1dGhvcj48WWVhcj4xOTg1PC9Z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</w:fldData>
        </w:fldChar>
      </w:r>
      <w:r>
        <w:instrText xml:space="preserve"> ADDIN EN.CITE </w:instrText>
      </w:r>
      <w:r>
        <w:fldChar w:fldCharType="begin">
          <w:fldData xml:space="preserve">PEVuZE5vdGU+PENpdGU+PEF1dGhvcj5FbmdlbCBDbG91Z2g8L0F1dGhvcj48WWVhcj4xOTg1PC9Z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(Engel Clough and Driver, 1985; Hatzikraniotis et al., 2010; Thomaz et al., 1995)</w:t>
      </w:r>
      <w:r>
        <w:fldChar w:fldCharType="end"/>
      </w:r>
      <w:r>
        <w:t xml:space="preserve">. Engel Clough and Driver </w:t>
      </w:r>
      <w:r>
        <w:fldChar w:fldCharType="begin"/>
      </w:r>
      <w:r>
        <w:instrText xml:space="preserve"> ADDIN EN.CITE &lt;EndNote&gt;&lt;Cite ExcludeAuth="1"&gt;&lt;Author&gt;Engel Clough&lt;/Author&gt;&lt;Year&gt;1985&lt;/Year&gt;&lt;IDText&gt;Secondary students&amp;apos; conceptions of the conduction of heat: bringing together scientific and personal views&lt;/IDText&gt;&lt;DisplayText&gt;(1985)&lt;/DisplayText&gt;&lt;record&gt;&lt;titles&gt;&lt;title&gt;Secondary students&amp;apos; conceptions of the conduction of heat: bringing together scientific and personal views&lt;/title&gt;&lt;secondary-title&gt;Physics Education&lt;/secondary-title&gt;&lt;/titles&gt;&lt;pages&gt;176-182&lt;/pages&gt;&lt;contributors&gt;&lt;authors&gt;&lt;author&gt;Engel Clough, E.&lt;/author&gt;&lt;author&gt;Driver, R&lt;/author&gt;&lt;/authors&gt;&lt;/contributors&gt;&lt;added-date format="utc"&gt;1573548282&lt;/added-date&gt;&lt;ref-type name="Journal Article"&gt;17&lt;/ref-type&gt;&lt;dates&gt;&lt;year&gt;1985&lt;/year&gt;&lt;/dates&gt;&lt;rec-number&gt;183&lt;/rec-number&gt;&lt;last-updated-date format="utc"&gt;1592478611&lt;/last-updated-date&gt;&lt;volume&gt;20&lt;/volume&gt;&lt;/record&gt;&lt;/Cite&gt;&lt;/EndNote&gt;</w:instrText>
      </w:r>
      <w:r>
        <w:fldChar w:fldCharType="separate"/>
      </w:r>
      <w:r>
        <w:rPr>
          <w:noProof/>
        </w:rPr>
        <w:t>(1985)</w:t>
      </w:r>
      <w:r>
        <w:fldChar w:fldCharType="end"/>
      </w:r>
      <w:r>
        <w:t xml:space="preserve"> found that a</w:t>
      </w:r>
      <w:r w:rsidRPr="0026030B">
        <w:t xml:space="preserve">lmost all </w:t>
      </w:r>
      <w:r>
        <w:t xml:space="preserve">12- to 16-year-olds </w:t>
      </w:r>
      <w:r w:rsidRPr="0026030B">
        <w:t>understood that ‘he</w:t>
      </w:r>
      <w:r>
        <w:t xml:space="preserve">at’ travelled through metals, but </w:t>
      </w:r>
      <w:r w:rsidRPr="0026030B">
        <w:t>often describe</w:t>
      </w:r>
      <w:r>
        <w:t>d</w:t>
      </w:r>
      <w:r w:rsidRPr="0026030B">
        <w:t xml:space="preserve"> heat flowing rather than the actual mechanism.</w:t>
      </w:r>
      <w:r>
        <w:t xml:space="preserve"> </w:t>
      </w:r>
      <w:r>
        <w:rPr>
          <w:noProof/>
        </w:rPr>
        <w:t xml:space="preserve">Hatzikraniotis et al. </w:t>
      </w:r>
      <w:r>
        <w:fldChar w:fldCharType="begin"/>
      </w:r>
      <w:r>
        <w:instrText xml:space="preserve"> ADDIN EN.CITE &lt;EndNote&gt;&lt;Cite ExcludeAuth="1"&gt;&lt;Author&gt;Hatzikraniotis&lt;/Author&gt;&lt;Year&gt;2010&lt;/Year&gt;&lt;IDText&gt;Students&amp;apos; design of experiments: an inquiry module on the conduction of heat&lt;/IDText&gt;&lt;DisplayText&gt;(2010)&lt;/DisplayText&gt;&lt;record&gt;&lt;titles&gt;&lt;title&gt;Students&amp;apos; design of experiments: an inquiry module on the conduction of heat&lt;/title&gt;&lt;secondary-title&gt;Physics Education&lt;/secondary-title&gt;&lt;/titles&gt;&lt;pages&gt;335-344&lt;/pages&gt;&lt;contributors&gt;&lt;authors&gt;&lt;author&gt;Hatzikraniotis, E&lt;/author&gt;&lt;author&gt;Kallery, M&lt;/author&gt;&lt;author&gt;Molohidis, A&lt;/author&gt;&lt;author&gt;Psillos, D&lt;/author&gt;&lt;/authors&gt;&lt;/contributors&gt;&lt;added-date format="utc"&gt;1592901199&lt;/added-date&gt;&lt;ref-type name="Journal Article"&gt;17&lt;/ref-type&gt;&lt;dates&gt;&lt;year&gt;2010&lt;/year&gt;&lt;/dates&gt;&lt;rec-number&gt;286&lt;/rec-number&gt;&lt;last-updated-date format="utc"&gt;1592901295&lt;/last-updated-date&gt;&lt;volume&gt;45 (4)&lt;/volume&gt;&lt;/record&gt;&lt;/Cite&gt;&lt;/EndNote&gt;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reported that the majority of 13- to 14-year-olds (n=24) described thermal conduction as the flow of hot particles. In their study in Portugal, </w:t>
      </w:r>
      <w:r>
        <w:rPr>
          <w:noProof/>
        </w:rPr>
        <w:t xml:space="preserve">Thomaz et al. </w:t>
      </w:r>
      <w:r>
        <w:rPr>
          <w:noProof/>
        </w:rPr>
        <w:fldChar w:fldCharType="begin"/>
      </w:r>
      <w:r>
        <w:rPr>
          <w:noProof/>
        </w:rPr>
        <w:instrText xml:space="preserve"> ADDIN EN.CITE &lt;EndNote&gt;&lt;Cite ExcludeAuth="1"&gt;&lt;Author&gt;Thomaz&lt;/Author&gt;&lt;Year&gt;1995&lt;/Year&gt;&lt;IDText&gt;An attempt to overcome alternative conceptions related to heat and temperature&lt;/IDText&gt;&lt;DisplayText&gt;(1995)&lt;/DisplayText&gt;&lt;record&gt;&lt;titles&gt;&lt;title&gt;An attempt to overcome alternative conceptions related to heat and temperature&lt;/title&gt;&lt;secondary-title&gt;Physics Education&lt;/secondary-title&gt;&lt;/titles&gt;&lt;pages&gt;19-26&lt;/pages&gt;&lt;contributors&gt;&lt;authors&gt;&lt;author&gt;Thomaz, M. F&lt;/author&gt;&lt;author&gt;Malaquais, I. M&lt;/author&gt;&lt;author&gt;Valente, M, C&lt;/author&gt;&lt;author&gt;Antunes, M, J&lt;/author&gt;&lt;/authors&gt;&lt;/contributors&gt;&lt;added-date format="utc"&gt;1592900876&lt;/added-date&gt;&lt;ref-type name="Journal Article"&gt;17&lt;/ref-type&gt;&lt;dates&gt;&lt;year&gt;1995&lt;/year&gt;&lt;/dates&gt;&lt;rec-number&gt;285&lt;/rec-number&gt;&lt;last-updated-date format="utc"&gt;1592901029&lt;/last-updated-date&gt;&lt;volume&gt;30 (1)&lt;/volume&gt;&lt;/record&gt;&lt;/Cite&gt;&lt;/EndNote&gt;</w:instrText>
      </w:r>
      <w:r>
        <w:rPr>
          <w:noProof/>
        </w:rPr>
        <w:fldChar w:fldCharType="separate"/>
      </w:r>
      <w:r>
        <w:rPr>
          <w:noProof/>
        </w:rPr>
        <w:t>(1995)</w:t>
      </w:r>
      <w:r>
        <w:rPr>
          <w:noProof/>
        </w:rPr>
        <w:fldChar w:fldCharType="end"/>
      </w:r>
      <w:r>
        <w:rPr>
          <w:noProof/>
        </w:rPr>
        <w:t xml:space="preserve"> </w:t>
      </w:r>
      <w:r>
        <w:t>similarly found that before teaching, 42% of 14- to 15-year-olds (n=79) wrongly thought of ‘heat’ (or ‘cold’) as a substance.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3334B8" w:rsidRPr="00816065" w:rsidRDefault="003334B8" w:rsidP="003334B8">
      <w:pPr>
        <w:spacing w:after="180"/>
        <w:rPr>
          <w:rFonts w:cstheme="minorHAnsi"/>
          <w:b/>
        </w:rPr>
      </w:pPr>
      <w:r w:rsidRPr="00816065">
        <w:rPr>
          <w:rFonts w:cstheme="minorHAnsi"/>
        </w:rPr>
        <w:t>Students should complete the questions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 follow on question will give you insights into how they are thinking and highlight specific misconceptions that some may hold.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3334B8" w:rsidRPr="00816065" w:rsidRDefault="003334B8" w:rsidP="003334B8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3334B8" w:rsidRPr="00816065" w:rsidRDefault="003334B8" w:rsidP="003334B8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4427BD" w:rsidRDefault="004427BD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D44D50" w:rsidP="004427BD">
      <w:pPr>
        <w:spacing w:after="180"/>
        <w:ind w:left="426" w:hanging="426"/>
      </w:pPr>
      <w:proofErr w:type="gramStart"/>
      <w:r>
        <w:t>a.</w:t>
      </w:r>
      <w:r>
        <w:tab/>
      </w:r>
      <w:r w:rsidR="004427BD" w:rsidRPr="00D44D50">
        <w:rPr>
          <w:b/>
        </w:rPr>
        <w:t>C</w:t>
      </w:r>
      <w:proofErr w:type="gramEnd"/>
      <w:r w:rsidR="004427BD">
        <w:tab/>
      </w:r>
      <w:r w:rsidR="000F498A">
        <w:t>3 seconds</w:t>
      </w:r>
    </w:p>
    <w:p w:rsidR="004427BD" w:rsidRDefault="004427BD" w:rsidP="004427BD">
      <w:pPr>
        <w:spacing w:after="180"/>
        <w:ind w:left="426" w:hanging="426"/>
      </w:pPr>
      <w:proofErr w:type="gramStart"/>
      <w:r>
        <w:t>b.</w:t>
      </w:r>
      <w:r>
        <w:tab/>
      </w:r>
      <w:r w:rsidR="00D44D50">
        <w:rPr>
          <w:b/>
        </w:rPr>
        <w:t>C</w:t>
      </w:r>
      <w:proofErr w:type="gramEnd"/>
      <w:r>
        <w:tab/>
      </w:r>
      <w:r w:rsidR="00D44D50" w:rsidRPr="00D44D50">
        <w:t>Particles in the metal vibrate against the skin for longer.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99757D" w:rsidP="00311710">
      <w:pPr>
        <w:spacing w:after="180"/>
      </w:pPr>
      <w:r w:rsidRPr="0099757D">
        <w:t>M</w:t>
      </w:r>
      <w:r>
        <w:t>ost, if not all, students should choose the correct answer for part a.</w:t>
      </w:r>
      <w:r w:rsidR="007365A6">
        <w:t xml:space="preserve"> A few may choose answer D because they think that </w:t>
      </w:r>
      <w:r w:rsidR="00895C3E">
        <w:t xml:space="preserve">all </w:t>
      </w:r>
      <w:r w:rsidR="007365A6">
        <w:t>the damage is caused instantly on first contact.</w:t>
      </w:r>
    </w:p>
    <w:p w:rsidR="0099757D" w:rsidRDefault="0099757D" w:rsidP="00311710">
      <w:pPr>
        <w:spacing w:after="180"/>
      </w:pPr>
      <w:r>
        <w:t xml:space="preserve">In part b, it would be expected that about half of students choose answer A or B, if they have not learnt about thermal conduction in earlier lessons. Both of these answers indicate the misunderstanding that something is flowing from the </w:t>
      </w:r>
      <w:r w:rsidR="009C5E43">
        <w:t>metal</w:t>
      </w:r>
      <w:r>
        <w:t xml:space="preserve"> to heat the finger. </w:t>
      </w:r>
    </w:p>
    <w:p w:rsidR="0099757D" w:rsidRDefault="0099757D" w:rsidP="00311710">
      <w:pPr>
        <w:spacing w:after="180"/>
      </w:pPr>
      <w:r w:rsidRPr="00BD5BE6">
        <w:t xml:space="preserve">Answer </w:t>
      </w:r>
      <w:r w:rsidR="00BD5BE6" w:rsidRPr="00BD5BE6">
        <w:t>A</w:t>
      </w:r>
      <w:r>
        <w:t xml:space="preserve"> </w:t>
      </w:r>
      <w:r w:rsidR="00895C3E">
        <w:t xml:space="preserve">simply gives a name to </w:t>
      </w:r>
      <w:r>
        <w:t xml:space="preserve">the observation that something from the </w:t>
      </w:r>
      <w:r w:rsidR="00BD5BE6">
        <w:t>metal</w:t>
      </w:r>
      <w:r>
        <w:t xml:space="preserve"> has burnt the finger, but it does not describe the </w:t>
      </w:r>
      <w:r w:rsidRPr="0099757D">
        <w:rPr>
          <w:i/>
        </w:rPr>
        <w:t>mechanism</w:t>
      </w:r>
      <w:r w:rsidR="00131411">
        <w:t xml:space="preserve"> for how this has happened. Answer </w:t>
      </w:r>
      <w:r w:rsidR="00BD5BE6">
        <w:t>B</w:t>
      </w:r>
      <w:r w:rsidR="00131411">
        <w:t xml:space="preserve"> is more naïve because it gives ‘heat’ the material form of a fluid. Students choosing answer </w:t>
      </w:r>
      <w:r w:rsidR="00BD5BE6">
        <w:t>B</w:t>
      </w:r>
      <w:r w:rsidR="00131411">
        <w:t xml:space="preserve"> are likely to have a deeper misunderstanding about the particle model of solids.</w:t>
      </w:r>
    </w:p>
    <w:p w:rsidR="00131411" w:rsidRDefault="00131411" w:rsidP="00311710">
      <w:pPr>
        <w:spacing w:after="180"/>
      </w:pPr>
      <w:r>
        <w:t xml:space="preserve">Answer </w:t>
      </w:r>
      <w:r w:rsidR="00BD5BE6">
        <w:t>D indicates that students understand that particles in a solid vibrate at the same rate, on average, when the metal is at a particular temperature. These students are</w:t>
      </w:r>
      <w:r w:rsidR="00385B80">
        <w:t xml:space="preserve"> probably</w:t>
      </w:r>
      <w:r w:rsidR="00BD5BE6">
        <w:t xml:space="preserve"> linking the damage </w:t>
      </w:r>
      <w:r w:rsidR="00385B80">
        <w:t xml:space="preserve">caused </w:t>
      </w:r>
      <w:r w:rsidR="00BD5BE6">
        <w:t xml:space="preserve">to the vigour of </w:t>
      </w:r>
      <w:r w:rsidR="00385B80">
        <w:t xml:space="preserve">particles’ </w:t>
      </w:r>
      <w:r w:rsidR="00BD5BE6">
        <w:t>vibration</w:t>
      </w:r>
      <w:r w:rsidR="00385B80">
        <w:t>s</w:t>
      </w:r>
      <w:r w:rsidR="00BD5BE6">
        <w:t xml:space="preserve"> and not to the duration </w:t>
      </w:r>
      <w:r w:rsidR="00385B80">
        <w:t>of contact.</w:t>
      </w:r>
    </w:p>
    <w:p w:rsidR="00131411" w:rsidRPr="0099757D" w:rsidRDefault="00131411" w:rsidP="00311710">
      <w:pPr>
        <w:spacing w:after="180"/>
      </w:pPr>
      <w:r>
        <w:t xml:space="preserve">The particles </w:t>
      </w:r>
      <w:r w:rsidR="00385B80">
        <w:t xml:space="preserve">are vibrating with the same vigour each time, so it is the duration of contact that makes the difference, with extra damage </w:t>
      </w:r>
      <w:r w:rsidR="00895C3E">
        <w:t>continuing to be</w:t>
      </w:r>
      <w:r w:rsidR="00385B80">
        <w:t xml:space="preserve"> caused throughout.</w:t>
      </w:r>
    </w:p>
    <w:p w:rsidR="000E5B26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687F10" w:rsidRPr="006B6289">
        <w:t>how the sensation of hotness is caused by vibrating particles</w:t>
      </w:r>
      <w:r w:rsidRPr="004F039C">
        <w:t xml:space="preserve">, </w:t>
      </w:r>
      <w:r w:rsidR="00687F10">
        <w:t>it can help to model what is happening</w:t>
      </w:r>
      <w:r w:rsidR="00FE6F11">
        <w:t xml:space="preserve"> in order to illustrate</w:t>
      </w:r>
      <w:r w:rsidR="00687F10">
        <w:t xml:space="preserve"> what is happening on a sub-microscopic scale</w:t>
      </w:r>
      <w:r>
        <w:t xml:space="preserve">. </w:t>
      </w:r>
      <w:r w:rsidR="00687F10">
        <w:t xml:space="preserve">The first step in doing this is to clarify with students </w:t>
      </w:r>
      <w:r w:rsidR="00FE6F11">
        <w:t>t</w:t>
      </w:r>
      <w:r w:rsidR="00687F10">
        <w:t>hat they understand the particle structure of a solid</w:t>
      </w:r>
      <w:r w:rsidR="008D6B97">
        <w:t xml:space="preserve">. Careful questioning should elicit the </w:t>
      </w:r>
      <w:r w:rsidR="00FE6F11">
        <w:t>understanding</w:t>
      </w:r>
      <w:r w:rsidR="008D6B97">
        <w:t xml:space="preserve"> that a metal block comprises of metal </w:t>
      </w:r>
      <w:r w:rsidR="00895C3E">
        <w:t>particles (ions)</w:t>
      </w:r>
      <w:r w:rsidR="008D6B97">
        <w:t xml:space="preserve"> that are vibrating about fixed positions</w:t>
      </w:r>
      <w:r w:rsidR="00FE6F11">
        <w:t xml:space="preserve"> and that they vibrate more quickly when the metal is hotter</w:t>
      </w:r>
      <w:r w:rsidR="008D6B97">
        <w:t>. The effect that these can have on another material, that is touching the surface of the metal, can be graphically demonstrated by pounding a fist</w:t>
      </w:r>
      <w:r w:rsidR="00204287">
        <w:t xml:space="preserve"> vigorously</w:t>
      </w:r>
      <w:r w:rsidR="008D6B97">
        <w:t xml:space="preserve"> into an open hand </w:t>
      </w:r>
      <w:r w:rsidR="00204287">
        <w:t>for different lengths of time</w:t>
      </w:r>
      <w:r w:rsidR="000E5B26">
        <w:t>.</w:t>
      </w:r>
      <w:r w:rsidR="00895C3E">
        <w:t xml:space="preserve"> The fist represents a vibrating metal ion hitting the surface of the hand.</w:t>
      </w:r>
      <w:r w:rsidR="008D6B97">
        <w:t xml:space="preserve"> </w:t>
      </w:r>
    </w:p>
    <w:p w:rsidR="000E5B26" w:rsidRDefault="008D6B97" w:rsidP="00A01222">
      <w:pPr>
        <w:spacing w:after="180"/>
      </w:pPr>
      <w:r>
        <w:t>Asking students to write down (or draw) individual explanations can help consolidate understanding and can be a quick check for persisting misunderstanding.</w:t>
      </w:r>
      <w:r w:rsidR="000E5B26">
        <w:t xml:space="preserve"> </w:t>
      </w:r>
    </w:p>
    <w:p w:rsidR="00A01222" w:rsidRPr="00147C2E" w:rsidRDefault="00A01222" w:rsidP="00A01222">
      <w:pPr>
        <w:spacing w:after="180"/>
      </w:pPr>
      <w:r w:rsidRPr="00147C2E">
        <w:t xml:space="preserve">The following BEST ‘response </w:t>
      </w:r>
      <w:r w:rsidR="00F2483A" w:rsidRPr="00147C2E">
        <w:t>activit</w:t>
      </w:r>
      <w:r w:rsidR="00147C2E" w:rsidRPr="00147C2E">
        <w:t>y</w:t>
      </w:r>
      <w:r w:rsidRPr="00147C2E">
        <w:t>’ could be used in follow-up to this diagnostic question:</w:t>
      </w:r>
    </w:p>
    <w:p w:rsidR="00A01222" w:rsidRPr="00147C2E" w:rsidRDefault="00A01222" w:rsidP="00A01222">
      <w:pPr>
        <w:pStyle w:val="ListParagraph"/>
        <w:numPr>
          <w:ilvl w:val="0"/>
          <w:numId w:val="1"/>
        </w:numPr>
        <w:spacing w:after="180"/>
      </w:pPr>
      <w:r w:rsidRPr="00147C2E">
        <w:t xml:space="preserve">Response </w:t>
      </w:r>
      <w:r w:rsidR="00F2483A" w:rsidRPr="00147C2E">
        <w:t>activity</w:t>
      </w:r>
      <w:r w:rsidRPr="00147C2E">
        <w:t xml:space="preserve">: </w:t>
      </w:r>
      <w:r w:rsidR="00147C2E" w:rsidRPr="00147C2E">
        <w:t>Feel the heat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4427BD">
        <w:t>.</w:t>
      </w:r>
    </w:p>
    <w:p w:rsidR="004427BD" w:rsidRPr="004427BD" w:rsidRDefault="00D278E8" w:rsidP="004427BD">
      <w:pPr>
        <w:spacing w:after="180"/>
        <w:rPr>
          <w:iCs/>
        </w:rPr>
      </w:pPr>
      <w:r w:rsidRPr="0045323E">
        <w:t xml:space="preserve">Images: </w:t>
      </w:r>
      <w:r w:rsidR="007D536F">
        <w:t>Peter Fairhurst (UYSEG)</w:t>
      </w:r>
      <w:r w:rsidR="00895C3E">
        <w:t>, with</w:t>
      </w:r>
      <w:r w:rsidR="004427BD">
        <w:t xml:space="preserve"> </w:t>
      </w:r>
      <w:r w:rsidR="00204287" w:rsidRPr="00204287">
        <w:t>iron</w:t>
      </w:r>
      <w:r w:rsidR="004427BD" w:rsidRPr="00204287">
        <w:t xml:space="preserve"> </w:t>
      </w:r>
      <w:r w:rsidR="004427BD" w:rsidRPr="00204287">
        <w:rPr>
          <w:iCs/>
        </w:rPr>
        <w:t xml:space="preserve">by </w:t>
      </w:r>
      <w:r w:rsidR="00204287" w:rsidRPr="00204287">
        <w:rPr>
          <w:iCs/>
        </w:rPr>
        <w:t>PublicDomainPictures</w:t>
      </w:r>
      <w:r w:rsidR="00204287">
        <w:rPr>
          <w:i/>
          <w:iCs/>
        </w:rPr>
        <w:t xml:space="preserve"> </w:t>
      </w:r>
      <w:r w:rsidR="004427BD" w:rsidRPr="004427BD">
        <w:rPr>
          <w:iCs/>
        </w:rPr>
        <w:t>from Pixabay</w:t>
      </w:r>
      <w:r w:rsidR="00895C3E">
        <w:rPr>
          <w:iCs/>
        </w:rPr>
        <w:t xml:space="preserve"> and</w:t>
      </w:r>
      <w:r w:rsidR="004427BD">
        <w:rPr>
          <w:iCs/>
        </w:rPr>
        <w:t xml:space="preserve"> hand </w:t>
      </w:r>
      <w:r w:rsidR="004427BD" w:rsidRPr="004427BD">
        <w:rPr>
          <w:iCs/>
        </w:rPr>
        <w:t xml:space="preserve">by </w:t>
      </w:r>
      <w:proofErr w:type="spellStart"/>
      <w:r w:rsidR="004427BD" w:rsidRPr="004427BD">
        <w:rPr>
          <w:iCs/>
        </w:rPr>
        <w:t>Clker</w:t>
      </w:r>
      <w:proofErr w:type="spellEnd"/>
      <w:r w:rsidR="004427BD" w:rsidRPr="004427BD">
        <w:rPr>
          <w:iCs/>
        </w:rPr>
        <w:t>-Free-Vector-Images from Pixabay</w:t>
      </w:r>
    </w:p>
    <w:p w:rsidR="008743C0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8743C0" w:rsidRPr="008743C0" w:rsidRDefault="008743C0" w:rsidP="004427BD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8743C0">
        <w:t xml:space="preserve">Engel Clough, E. and Driver, R. (1985). Secondary students' conceptions of the conduction of heat: bringing together scientific and personal views. </w:t>
      </w:r>
      <w:r w:rsidRPr="008743C0">
        <w:rPr>
          <w:i/>
        </w:rPr>
        <w:t>Physics Education,</w:t>
      </w:r>
      <w:r w:rsidRPr="008743C0">
        <w:t xml:space="preserve"> 20</w:t>
      </w:r>
      <w:r w:rsidRPr="008743C0">
        <w:rPr>
          <w:b/>
        </w:rPr>
        <w:t>,</w:t>
      </w:r>
      <w:r w:rsidRPr="008743C0">
        <w:t xml:space="preserve"> 176-182.</w:t>
      </w:r>
    </w:p>
    <w:p w:rsidR="008743C0" w:rsidRPr="008743C0" w:rsidRDefault="008743C0" w:rsidP="004427BD">
      <w:pPr>
        <w:pStyle w:val="EndNoteBibliography"/>
        <w:spacing w:after="120"/>
        <w:ind w:left="426" w:hanging="426"/>
      </w:pPr>
      <w:r w:rsidRPr="008743C0">
        <w:lastRenderedPageBreak/>
        <w:t xml:space="preserve">Hatzikraniotis, E., et al. (2010). Students' design of experiments: an inquiry module on the conduction of heat. </w:t>
      </w:r>
      <w:r w:rsidRPr="008743C0">
        <w:rPr>
          <w:i/>
        </w:rPr>
        <w:t>Physics Education,</w:t>
      </w:r>
      <w:r w:rsidRPr="008743C0">
        <w:t xml:space="preserve"> 45 (4)</w:t>
      </w:r>
      <w:r w:rsidRPr="008743C0">
        <w:rPr>
          <w:b/>
        </w:rPr>
        <w:t>,</w:t>
      </w:r>
      <w:r w:rsidRPr="008743C0">
        <w:t xml:space="preserve"> 335-344.</w:t>
      </w:r>
    </w:p>
    <w:p w:rsidR="008743C0" w:rsidRPr="008743C0" w:rsidRDefault="008743C0" w:rsidP="004427BD">
      <w:pPr>
        <w:pStyle w:val="EndNoteBibliography"/>
        <w:spacing w:after="120"/>
        <w:ind w:left="426" w:hanging="426"/>
      </w:pPr>
      <w:r w:rsidRPr="008743C0">
        <w:t xml:space="preserve">Thomaz, M. F., et al. (1995). An attempt to overcome alternative conceptions related to heat and temperature. </w:t>
      </w:r>
      <w:r w:rsidRPr="008743C0">
        <w:rPr>
          <w:i/>
        </w:rPr>
        <w:t>Physics Education,</w:t>
      </w:r>
      <w:r w:rsidRPr="008743C0">
        <w:t xml:space="preserve"> 30 (1)</w:t>
      </w:r>
      <w:r w:rsidRPr="008743C0">
        <w:rPr>
          <w:b/>
        </w:rPr>
        <w:t>,</w:t>
      </w:r>
      <w:r w:rsidRPr="008743C0">
        <w:t xml:space="preserve"> 19-26.</w:t>
      </w:r>
    </w:p>
    <w:p w:rsidR="00B46FF9" w:rsidRDefault="008743C0" w:rsidP="004427BD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7D" w:rsidRDefault="00964D7D" w:rsidP="000B473B">
      <w:r>
        <w:separator/>
      </w:r>
    </w:p>
  </w:endnote>
  <w:endnote w:type="continuationSeparator" w:id="0">
    <w:p w:rsidR="00964D7D" w:rsidRDefault="00964D7D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37E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16D11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7D" w:rsidRDefault="00964D7D" w:rsidP="000B473B">
      <w:r>
        <w:separator/>
      </w:r>
    </w:p>
  </w:footnote>
  <w:footnote w:type="continuationSeparator" w:id="0">
    <w:p w:rsidR="00964D7D" w:rsidRDefault="00964D7D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9D0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324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964D7D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0E5B26"/>
    <w:rsid w:val="000F498A"/>
    <w:rsid w:val="00131411"/>
    <w:rsid w:val="00142613"/>
    <w:rsid w:val="00144DA7"/>
    <w:rsid w:val="00147C2E"/>
    <w:rsid w:val="00150D91"/>
    <w:rsid w:val="0015356E"/>
    <w:rsid w:val="00161D3F"/>
    <w:rsid w:val="001915D4"/>
    <w:rsid w:val="001A1FED"/>
    <w:rsid w:val="001A40E2"/>
    <w:rsid w:val="001C4805"/>
    <w:rsid w:val="00201AC2"/>
    <w:rsid w:val="00204287"/>
    <w:rsid w:val="00214608"/>
    <w:rsid w:val="0021607B"/>
    <w:rsid w:val="002178AC"/>
    <w:rsid w:val="0022547C"/>
    <w:rsid w:val="0025410A"/>
    <w:rsid w:val="00255956"/>
    <w:rsid w:val="00264715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10"/>
    <w:rsid w:val="003117F6"/>
    <w:rsid w:val="003334B8"/>
    <w:rsid w:val="003533B8"/>
    <w:rsid w:val="003752BE"/>
    <w:rsid w:val="00385B80"/>
    <w:rsid w:val="003A346A"/>
    <w:rsid w:val="003B2917"/>
    <w:rsid w:val="003B541B"/>
    <w:rsid w:val="003E2B2F"/>
    <w:rsid w:val="003E6046"/>
    <w:rsid w:val="003F16F9"/>
    <w:rsid w:val="00430C1F"/>
    <w:rsid w:val="00442595"/>
    <w:rsid w:val="004427BD"/>
    <w:rsid w:val="0045323E"/>
    <w:rsid w:val="004B0EE1"/>
    <w:rsid w:val="004B1C32"/>
    <w:rsid w:val="004C5D20"/>
    <w:rsid w:val="004D0D83"/>
    <w:rsid w:val="004E1C66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626ED1"/>
    <w:rsid w:val="006355D8"/>
    <w:rsid w:val="00642ECD"/>
    <w:rsid w:val="006502A0"/>
    <w:rsid w:val="006772F5"/>
    <w:rsid w:val="00687F10"/>
    <w:rsid w:val="0069787B"/>
    <w:rsid w:val="006A4440"/>
    <w:rsid w:val="006B0615"/>
    <w:rsid w:val="006B6289"/>
    <w:rsid w:val="006D166B"/>
    <w:rsid w:val="006D6C5B"/>
    <w:rsid w:val="006F3279"/>
    <w:rsid w:val="00704AEE"/>
    <w:rsid w:val="0071690F"/>
    <w:rsid w:val="00722F9A"/>
    <w:rsid w:val="007365A6"/>
    <w:rsid w:val="00754539"/>
    <w:rsid w:val="0077646D"/>
    <w:rsid w:val="00781BC6"/>
    <w:rsid w:val="007A3C86"/>
    <w:rsid w:val="007A683E"/>
    <w:rsid w:val="007A6C8B"/>
    <w:rsid w:val="007A748B"/>
    <w:rsid w:val="007C26E1"/>
    <w:rsid w:val="007C5518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743C0"/>
    <w:rsid w:val="00880E3B"/>
    <w:rsid w:val="00895C3E"/>
    <w:rsid w:val="008A405F"/>
    <w:rsid w:val="008C7F34"/>
    <w:rsid w:val="008D6B97"/>
    <w:rsid w:val="008E580C"/>
    <w:rsid w:val="0090047A"/>
    <w:rsid w:val="00925026"/>
    <w:rsid w:val="00931264"/>
    <w:rsid w:val="00942A4B"/>
    <w:rsid w:val="00961D59"/>
    <w:rsid w:val="00964D7D"/>
    <w:rsid w:val="00986B0D"/>
    <w:rsid w:val="0099757D"/>
    <w:rsid w:val="009B2D55"/>
    <w:rsid w:val="009C0343"/>
    <w:rsid w:val="009C5E43"/>
    <w:rsid w:val="009E0D11"/>
    <w:rsid w:val="009F2253"/>
    <w:rsid w:val="00A01222"/>
    <w:rsid w:val="00A16D11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85689"/>
    <w:rsid w:val="00BA7952"/>
    <w:rsid w:val="00BB44B4"/>
    <w:rsid w:val="00BD5BE6"/>
    <w:rsid w:val="00BF0BBF"/>
    <w:rsid w:val="00BF6C8A"/>
    <w:rsid w:val="00C05571"/>
    <w:rsid w:val="00C246CE"/>
    <w:rsid w:val="00C54711"/>
    <w:rsid w:val="00C57FA2"/>
    <w:rsid w:val="00C77F88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4D50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0CA6"/>
    <w:rsid w:val="00F8355F"/>
    <w:rsid w:val="00FA3196"/>
    <w:rsid w:val="00FE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C5A088C"/>
  <w15:docId w15:val="{D045BF73-A5F3-4507-847B-9734780B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8743C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743C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743C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743C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2-T%20Multi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.template_physics_diagnostic_2-T Multi Choice.dotx</Template>
  <TotalTime>56</TotalTime>
  <Pages>4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2020-06-25T10:05:00Z</dcterms:created>
  <dcterms:modified xsi:type="dcterms:W3CDTF">2020-07-03T09:44:00Z</dcterms:modified>
</cp:coreProperties>
</file>